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A3" w:rsidRPr="00856A2C" w:rsidRDefault="006546A3" w:rsidP="00084406">
      <w:pPr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r w:rsidRPr="00856A2C">
        <w:rPr>
          <w:rFonts w:ascii="Arial" w:hAnsi="Arial" w:cs="Arial"/>
          <w:b/>
          <w:bCs/>
        </w:rPr>
        <w:t>Всероссийская олимпиада школьников по географии 2015-2016 учебный год</w:t>
      </w:r>
    </w:p>
    <w:p w:rsidR="006546A3" w:rsidRPr="00856A2C" w:rsidRDefault="006546A3" w:rsidP="0008440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856A2C">
        <w:rPr>
          <w:rFonts w:ascii="Arial" w:hAnsi="Arial" w:cs="Arial"/>
          <w:b/>
          <w:bCs/>
        </w:rPr>
        <w:t>Школьный этап</w:t>
      </w:r>
    </w:p>
    <w:p w:rsidR="006546A3" w:rsidRDefault="006546A3" w:rsidP="00084406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Ключи</w:t>
      </w:r>
    </w:p>
    <w:p w:rsidR="006546A3" w:rsidRDefault="006546A3" w:rsidP="00084406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856A2C">
        <w:rPr>
          <w:rFonts w:ascii="Arial" w:hAnsi="Arial" w:cs="Arial"/>
          <w:b/>
          <w:bCs/>
        </w:rPr>
        <w:t xml:space="preserve">9 класс </w:t>
      </w:r>
    </w:p>
    <w:p w:rsidR="006546A3" w:rsidRDefault="006546A3" w:rsidP="002E7BFA">
      <w:pPr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 w:cs="Arial"/>
          <w:b/>
          <w:bCs/>
        </w:rPr>
        <w:t>Максимальное количество баллов - 58</w:t>
      </w:r>
    </w:p>
    <w:bookmarkEnd w:id="0"/>
    <w:p w:rsidR="006546A3" w:rsidRPr="00084406" w:rsidRDefault="006546A3" w:rsidP="0083184A">
      <w:pPr>
        <w:jc w:val="center"/>
        <w:rPr>
          <w:b/>
          <w:bCs/>
          <w:sz w:val="24"/>
          <w:szCs w:val="24"/>
        </w:rPr>
      </w:pPr>
      <w:r w:rsidRPr="00084406">
        <w:rPr>
          <w:b/>
          <w:bCs/>
          <w:sz w:val="24"/>
          <w:szCs w:val="24"/>
        </w:rPr>
        <w:t>Тестовый раунд</w:t>
      </w:r>
    </w:p>
    <w:tbl>
      <w:tblPr>
        <w:tblW w:w="9196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15"/>
        <w:gridCol w:w="1413"/>
        <w:gridCol w:w="1369"/>
        <w:gridCol w:w="435"/>
        <w:gridCol w:w="1448"/>
        <w:gridCol w:w="2340"/>
        <w:gridCol w:w="1276"/>
      </w:tblGrid>
      <w:tr w:rsidR="006546A3" w:rsidRPr="0046725B">
        <w:trPr>
          <w:trHeight w:val="60"/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  <w:tc>
          <w:tcPr>
            <w:tcW w:w="435" w:type="dxa"/>
            <w:vMerge w:val="restart"/>
          </w:tcPr>
          <w:p w:rsidR="006546A3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340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0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0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725B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0" w:type="dxa"/>
          </w:tcPr>
          <w:p w:rsidR="006546A3" w:rsidRPr="0046725B" w:rsidRDefault="006546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725B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0" w:type="dxa"/>
          </w:tcPr>
          <w:p w:rsidR="006546A3" w:rsidRPr="0046725B" w:rsidRDefault="006546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725B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0" w:type="dxa"/>
          </w:tcPr>
          <w:p w:rsidR="006546A3" w:rsidRPr="0046725B" w:rsidRDefault="006546A3" w:rsidP="00B76A03">
            <w:pPr>
              <w:pStyle w:val="ListParagraph"/>
              <w:spacing w:after="0"/>
            </w:pPr>
            <w:r w:rsidRPr="0046725B">
              <w:t>1б, 2а, 3в, 4г</w:t>
            </w:r>
          </w:p>
          <w:p w:rsidR="006546A3" w:rsidRPr="0046725B" w:rsidRDefault="006546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0" w:type="dxa"/>
          </w:tcPr>
          <w:p w:rsidR="006546A3" w:rsidRPr="0046725B" w:rsidRDefault="006546A3" w:rsidP="00B76A03">
            <w:pPr>
              <w:pStyle w:val="ListParagraph"/>
              <w:spacing w:after="0" w:line="240" w:lineRule="auto"/>
            </w:pPr>
            <w:r w:rsidRPr="0046725B">
              <w:t>1б, 2в, 3а</w:t>
            </w:r>
          </w:p>
          <w:p w:rsidR="006546A3" w:rsidRPr="0046725B" w:rsidRDefault="006546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40" w:type="dxa"/>
          </w:tcPr>
          <w:p w:rsidR="006546A3" w:rsidRPr="0046725B" w:rsidRDefault="006546A3" w:rsidP="00B76A03">
            <w:pPr>
              <w:pStyle w:val="ListParagraph"/>
              <w:spacing w:after="0" w:line="240" w:lineRule="auto"/>
            </w:pPr>
            <w:r w:rsidRPr="0046725B">
              <w:t>1а, 2б, 3в.</w:t>
            </w:r>
          </w:p>
          <w:p w:rsidR="006546A3" w:rsidRPr="0046725B" w:rsidRDefault="006546A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40" w:type="dxa"/>
          </w:tcPr>
          <w:p w:rsidR="006546A3" w:rsidRPr="0046725B" w:rsidRDefault="006546A3" w:rsidP="00B76A03">
            <w:pPr>
              <w:pStyle w:val="ListParagraph"/>
              <w:spacing w:after="0" w:line="240" w:lineRule="auto"/>
            </w:pPr>
            <w:r w:rsidRPr="0046725B">
              <w:t>1в, 2б, 3г, 4а</w:t>
            </w:r>
          </w:p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3" w:type="dxa"/>
          </w:tcPr>
          <w:p w:rsidR="006546A3" w:rsidRPr="0046725B" w:rsidRDefault="006546A3" w:rsidP="00B76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40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t xml:space="preserve"> кедровка; колки; секвойя</w:t>
            </w:r>
            <w:r>
              <w:t>;</w:t>
            </w:r>
            <w:r w:rsidRPr="0046725B">
              <w:t xml:space="preserve"> Дон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6A3" w:rsidRPr="0046725B">
        <w:trPr>
          <w:tblCellSpacing w:w="0" w:type="dxa"/>
        </w:trPr>
        <w:tc>
          <w:tcPr>
            <w:tcW w:w="915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3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5" w:type="dxa"/>
            <w:vMerge/>
          </w:tcPr>
          <w:p w:rsidR="006546A3" w:rsidRPr="0046725B" w:rsidRDefault="006546A3" w:rsidP="00084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6546A3" w:rsidRPr="0046725B" w:rsidRDefault="006546A3" w:rsidP="00084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0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6A3" w:rsidRPr="0046725B">
        <w:trPr>
          <w:tblCellSpacing w:w="0" w:type="dxa"/>
        </w:trPr>
        <w:tc>
          <w:tcPr>
            <w:tcW w:w="7920" w:type="dxa"/>
            <w:gridSpan w:val="6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6546A3" w:rsidRPr="0046725B" w:rsidRDefault="00654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6546A3" w:rsidRPr="00084406" w:rsidRDefault="006546A3" w:rsidP="0083184A">
      <w:pPr>
        <w:jc w:val="center"/>
        <w:rPr>
          <w:b/>
          <w:bCs/>
        </w:rPr>
      </w:pPr>
      <w:r w:rsidRPr="00084406">
        <w:rPr>
          <w:b/>
          <w:bCs/>
          <w:sz w:val="24"/>
          <w:szCs w:val="24"/>
        </w:rPr>
        <w:t>Аналитический раунд</w:t>
      </w:r>
    </w:p>
    <w:p w:rsidR="006546A3" w:rsidRPr="002E7BFA" w:rsidRDefault="006546A3" w:rsidP="002E7BFA">
      <w:pPr>
        <w:spacing w:after="0" w:line="240" w:lineRule="auto"/>
        <w:rPr>
          <w:b/>
          <w:bCs/>
        </w:rPr>
      </w:pPr>
      <w:r w:rsidRPr="002E7BFA">
        <w:rPr>
          <w:b/>
          <w:bCs/>
        </w:rPr>
        <w:t>Задание 1.</w:t>
      </w:r>
      <w:r>
        <w:rPr>
          <w:b/>
          <w:bCs/>
        </w:rPr>
        <w:t xml:space="preserve"> Максимальное количество баллов 4</w:t>
      </w:r>
    </w:p>
    <w:p w:rsidR="006546A3" w:rsidRPr="0046725B" w:rsidRDefault="006546A3" w:rsidP="002E7BFA">
      <w:pPr>
        <w:spacing w:after="0" w:line="240" w:lineRule="auto"/>
      </w:pPr>
      <w:r w:rsidRPr="0046725B">
        <w:t>На данной территории распространена многолетняя мерзлота</w:t>
      </w:r>
      <w:r>
        <w:t xml:space="preserve"> (2 б)</w:t>
      </w:r>
      <w:r w:rsidRPr="0046725B">
        <w:t>, которая является водоупорным  слоем, препятствующим просачиванию воды и характерна низкая испаряемость</w:t>
      </w:r>
      <w:r>
        <w:t xml:space="preserve"> (2 б)</w:t>
      </w:r>
      <w:r w:rsidRPr="0046725B">
        <w:t>, т.к. длительный холодный период.</w:t>
      </w:r>
      <w:r>
        <w:t xml:space="preserve"> (Пояснения можно поощрить, но только в рамках максимального балла).</w:t>
      </w:r>
    </w:p>
    <w:p w:rsidR="006546A3" w:rsidRDefault="006546A3" w:rsidP="002E7BFA">
      <w:pPr>
        <w:spacing w:after="0" w:line="240" w:lineRule="auto"/>
        <w:jc w:val="both"/>
        <w:rPr>
          <w:b/>
          <w:bCs/>
        </w:rPr>
      </w:pPr>
    </w:p>
    <w:p w:rsidR="006546A3" w:rsidRPr="002E7BFA" w:rsidRDefault="006546A3" w:rsidP="002E7BFA">
      <w:pPr>
        <w:spacing w:after="0" w:line="240" w:lineRule="auto"/>
        <w:jc w:val="both"/>
        <w:rPr>
          <w:b/>
          <w:bCs/>
          <w:sz w:val="24"/>
          <w:szCs w:val="24"/>
        </w:rPr>
      </w:pPr>
      <w:r w:rsidRPr="004401F9">
        <w:rPr>
          <w:b/>
          <w:bCs/>
        </w:rPr>
        <w:t>Задание 2</w:t>
      </w:r>
      <w:r w:rsidRPr="004401F9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E7BFA">
        <w:rPr>
          <w:b/>
          <w:bCs/>
          <w:sz w:val="24"/>
          <w:szCs w:val="24"/>
        </w:rPr>
        <w:t>Максимальное количество баллов -7</w:t>
      </w:r>
    </w:p>
    <w:p w:rsidR="006546A3" w:rsidRPr="0046725B" w:rsidRDefault="006546A3" w:rsidP="002E7BFA">
      <w:pPr>
        <w:spacing w:after="0" w:line="240" w:lineRule="auto"/>
      </w:pPr>
      <w:r w:rsidRPr="0046725B">
        <w:t>До сих пор кочевого образа жизни придерживаются долганы и эвенки</w:t>
      </w:r>
      <w:r>
        <w:t xml:space="preserve"> (2 б)</w:t>
      </w:r>
      <w:r w:rsidRPr="0046725B">
        <w:t>, используя пространства тундры, лесотундры (эвенки – леса) для выпаса северных оленей</w:t>
      </w:r>
      <w:r>
        <w:t xml:space="preserve"> (пастбищное оленеводство)</w:t>
      </w:r>
      <w:r w:rsidRPr="00171FD1">
        <w:t xml:space="preserve"> </w:t>
      </w:r>
      <w:r>
        <w:t>(2 б)</w:t>
      </w:r>
      <w:r w:rsidRPr="0046725B">
        <w:t xml:space="preserve"> и охоты</w:t>
      </w:r>
      <w:r>
        <w:t xml:space="preserve"> (2 б)</w:t>
      </w:r>
      <w:r w:rsidRPr="0046725B">
        <w:t>. Рыболовство считать как полуправильный ответ</w:t>
      </w:r>
      <w:r>
        <w:t xml:space="preserve"> (1б)</w:t>
      </w:r>
      <w:r w:rsidRPr="0046725B">
        <w:t>.</w:t>
      </w:r>
    </w:p>
    <w:p w:rsidR="006546A3" w:rsidRDefault="006546A3" w:rsidP="002E7BFA">
      <w:pPr>
        <w:spacing w:after="0" w:line="240" w:lineRule="auto"/>
        <w:rPr>
          <w:b/>
          <w:bCs/>
        </w:rPr>
      </w:pPr>
    </w:p>
    <w:p w:rsidR="006546A3" w:rsidRPr="002E7BFA" w:rsidRDefault="006546A3" w:rsidP="002E7BFA">
      <w:pPr>
        <w:spacing w:after="0" w:line="240" w:lineRule="auto"/>
        <w:rPr>
          <w:b/>
          <w:bCs/>
        </w:rPr>
      </w:pPr>
      <w:r w:rsidRPr="002E7BFA">
        <w:rPr>
          <w:b/>
          <w:bCs/>
        </w:rPr>
        <w:t>Задание 3.</w:t>
      </w:r>
      <w:r>
        <w:rPr>
          <w:b/>
          <w:bCs/>
        </w:rPr>
        <w:t xml:space="preserve"> Максимальное количество баллов - 4</w:t>
      </w:r>
    </w:p>
    <w:p w:rsidR="006546A3" w:rsidRPr="0046725B" w:rsidRDefault="006546A3" w:rsidP="002E7BFA">
      <w:pPr>
        <w:spacing w:after="0" w:line="240" w:lineRule="auto"/>
      </w:pPr>
      <w:r>
        <w:t>Т</w:t>
      </w:r>
      <w:r w:rsidRPr="0046725B">
        <w:t>емпература изменится на 25 градусов</w:t>
      </w:r>
      <w:r>
        <w:t xml:space="preserve"> (2 б)</w:t>
      </w:r>
      <w:r w:rsidRPr="0046725B">
        <w:t xml:space="preserve">, </w:t>
      </w:r>
      <w:r>
        <w:t>давление – 738</w:t>
      </w:r>
      <w:r w:rsidRPr="0046725B">
        <w:t xml:space="preserve"> мм.рт.ст.</w:t>
      </w:r>
      <w:r w:rsidRPr="00171FD1">
        <w:t xml:space="preserve"> </w:t>
      </w:r>
      <w:r>
        <w:t>(2 б).</w:t>
      </w:r>
    </w:p>
    <w:p w:rsidR="006546A3" w:rsidRDefault="006546A3" w:rsidP="002E7BFA">
      <w:pPr>
        <w:spacing w:after="0" w:line="240" w:lineRule="auto"/>
        <w:rPr>
          <w:b/>
          <w:bCs/>
        </w:rPr>
      </w:pPr>
    </w:p>
    <w:p w:rsidR="006546A3" w:rsidRPr="0046725B" w:rsidRDefault="006546A3" w:rsidP="002E7BFA">
      <w:pPr>
        <w:spacing w:after="0" w:line="240" w:lineRule="auto"/>
      </w:pPr>
      <w:r w:rsidRPr="002E7BFA">
        <w:rPr>
          <w:b/>
          <w:bCs/>
        </w:rPr>
        <w:t>Задание 4.</w:t>
      </w:r>
      <w:r w:rsidRPr="004401F9">
        <w:t xml:space="preserve"> </w:t>
      </w:r>
      <w:r>
        <w:t>За каждую верно заполненную клеточку таблицы – 1 балл. Максимальное количество баллов - 19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2"/>
        <w:gridCol w:w="1417"/>
        <w:gridCol w:w="1418"/>
        <w:gridCol w:w="1700"/>
        <w:gridCol w:w="1276"/>
      </w:tblGrid>
      <w:tr w:rsidR="006546A3" w:rsidRPr="0046725B">
        <w:tc>
          <w:tcPr>
            <w:tcW w:w="2622" w:type="dxa"/>
          </w:tcPr>
          <w:p w:rsidR="006546A3" w:rsidRPr="004401F9" w:rsidRDefault="006546A3" w:rsidP="002E7BFA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4401F9">
              <w:rPr>
                <w:b/>
                <w:bCs/>
                <w:lang w:eastAsia="ru-RU"/>
              </w:rPr>
              <w:t>Крупный природный район</w:t>
            </w:r>
          </w:p>
        </w:tc>
        <w:tc>
          <w:tcPr>
            <w:tcW w:w="1417" w:type="dxa"/>
          </w:tcPr>
          <w:p w:rsidR="006546A3" w:rsidRPr="0046725B" w:rsidRDefault="006546A3" w:rsidP="002E7BFA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……. озеро</w:t>
            </w:r>
          </w:p>
        </w:tc>
        <w:tc>
          <w:tcPr>
            <w:tcW w:w="1418" w:type="dxa"/>
          </w:tcPr>
          <w:p w:rsidR="006546A3" w:rsidRPr="0046725B" w:rsidRDefault="006546A3" w:rsidP="002E7BFA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……река</w:t>
            </w:r>
          </w:p>
        </w:tc>
        <w:tc>
          <w:tcPr>
            <w:tcW w:w="1276" w:type="dxa"/>
          </w:tcPr>
          <w:p w:rsidR="006546A3" w:rsidRPr="0046725B" w:rsidRDefault="006546A3" w:rsidP="002E7BFA">
            <w:pPr>
              <w:spacing w:after="0" w:line="240" w:lineRule="auto"/>
              <w:jc w:val="center"/>
              <w:rPr>
                <w:lang w:eastAsia="ru-RU"/>
              </w:rPr>
            </w:pPr>
            <w:r w:rsidRPr="0046725B">
              <w:rPr>
                <w:lang w:eastAsia="ru-RU"/>
              </w:rPr>
              <w:t>…..залив</w:t>
            </w:r>
          </w:p>
        </w:tc>
        <w:tc>
          <w:tcPr>
            <w:tcW w:w="1276" w:type="dxa"/>
          </w:tcPr>
          <w:p w:rsidR="006546A3" w:rsidRPr="0046725B" w:rsidRDefault="006546A3" w:rsidP="002E7BFA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….. город</w:t>
            </w:r>
          </w:p>
        </w:tc>
      </w:tr>
      <w:tr w:rsidR="006546A3" w:rsidRPr="0046725B">
        <w:tc>
          <w:tcPr>
            <w:tcW w:w="2622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Русская равнина</w:t>
            </w:r>
          </w:p>
        </w:tc>
        <w:tc>
          <w:tcPr>
            <w:tcW w:w="1417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Селигер</w:t>
            </w:r>
          </w:p>
        </w:tc>
        <w:tc>
          <w:tcPr>
            <w:tcW w:w="1418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 xml:space="preserve">Ветлуга </w:t>
            </w:r>
          </w:p>
        </w:tc>
        <w:tc>
          <w:tcPr>
            <w:tcW w:w="1276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Кандалакшский</w:t>
            </w:r>
          </w:p>
        </w:tc>
        <w:tc>
          <w:tcPr>
            <w:tcW w:w="1276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Суздаль</w:t>
            </w:r>
          </w:p>
        </w:tc>
      </w:tr>
      <w:tr w:rsidR="006546A3" w:rsidRPr="0046725B">
        <w:tc>
          <w:tcPr>
            <w:tcW w:w="2622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Западная Сибирь</w:t>
            </w:r>
          </w:p>
        </w:tc>
        <w:tc>
          <w:tcPr>
            <w:tcW w:w="1417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Чаны</w:t>
            </w:r>
          </w:p>
        </w:tc>
        <w:tc>
          <w:tcPr>
            <w:tcW w:w="1418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Обь</w:t>
            </w:r>
          </w:p>
        </w:tc>
        <w:tc>
          <w:tcPr>
            <w:tcW w:w="1276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Тазовская губа</w:t>
            </w:r>
          </w:p>
        </w:tc>
        <w:tc>
          <w:tcPr>
            <w:tcW w:w="1276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Уренгой</w:t>
            </w:r>
          </w:p>
        </w:tc>
      </w:tr>
      <w:tr w:rsidR="006546A3" w:rsidRPr="0046725B">
        <w:tc>
          <w:tcPr>
            <w:tcW w:w="2622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Восточная Сибирь</w:t>
            </w:r>
          </w:p>
        </w:tc>
        <w:tc>
          <w:tcPr>
            <w:tcW w:w="1417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Телецкое</w:t>
            </w:r>
          </w:p>
        </w:tc>
        <w:tc>
          <w:tcPr>
            <w:tcW w:w="1418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Енисей</w:t>
            </w:r>
          </w:p>
        </w:tc>
        <w:tc>
          <w:tcPr>
            <w:tcW w:w="1276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 xml:space="preserve">Хатангская </w:t>
            </w:r>
            <w:r>
              <w:rPr>
                <w:lang w:eastAsia="ru-RU"/>
              </w:rPr>
              <w:t>губа</w:t>
            </w:r>
          </w:p>
        </w:tc>
        <w:tc>
          <w:tcPr>
            <w:tcW w:w="1276" w:type="dxa"/>
          </w:tcPr>
          <w:p w:rsidR="006546A3" w:rsidRPr="0046725B" w:rsidRDefault="006546A3" w:rsidP="000036DD">
            <w:pPr>
              <w:spacing w:after="0" w:line="240" w:lineRule="auto"/>
              <w:rPr>
                <w:lang w:eastAsia="ru-RU"/>
              </w:rPr>
            </w:pPr>
            <w:r w:rsidRPr="0046725B">
              <w:rPr>
                <w:lang w:eastAsia="ru-RU"/>
              </w:rPr>
              <w:t>Барнаул</w:t>
            </w:r>
          </w:p>
        </w:tc>
      </w:tr>
    </w:tbl>
    <w:p w:rsidR="006546A3" w:rsidRPr="0046725B" w:rsidRDefault="006546A3" w:rsidP="008318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546A3" w:rsidRPr="0046725B" w:rsidSect="004672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FB0"/>
    <w:rsid w:val="000036DD"/>
    <w:rsid w:val="00084406"/>
    <w:rsid w:val="0009716F"/>
    <w:rsid w:val="00171FD1"/>
    <w:rsid w:val="002E7BFA"/>
    <w:rsid w:val="004401F9"/>
    <w:rsid w:val="0046725B"/>
    <w:rsid w:val="006546A3"/>
    <w:rsid w:val="00716F0C"/>
    <w:rsid w:val="007A6BF8"/>
    <w:rsid w:val="0083184A"/>
    <w:rsid w:val="00856A2C"/>
    <w:rsid w:val="00934D44"/>
    <w:rsid w:val="00947F5F"/>
    <w:rsid w:val="00A325DB"/>
    <w:rsid w:val="00B76A03"/>
    <w:rsid w:val="00E01FB0"/>
    <w:rsid w:val="00F1425F"/>
    <w:rsid w:val="00FF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84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3184A"/>
    <w:pPr>
      <w:ind w:left="720"/>
    </w:pPr>
  </w:style>
  <w:style w:type="table" w:styleId="TableGrid">
    <w:name w:val="Table Grid"/>
    <w:basedOn w:val="TableNormal"/>
    <w:uiPriority w:val="99"/>
    <w:rsid w:val="00B76A03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0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1</Pages>
  <Words>238</Words>
  <Characters>1359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5</cp:revision>
  <dcterms:created xsi:type="dcterms:W3CDTF">2015-09-16T06:14:00Z</dcterms:created>
  <dcterms:modified xsi:type="dcterms:W3CDTF">2015-09-30T13:16:00Z</dcterms:modified>
</cp:coreProperties>
</file>